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............................................., dnia .......  </w:t>
      </w:r>
    </w:p>
    <w:p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/ miejscowość/</w:t>
      </w:r>
    </w:p>
    <w:p w:rsidR="00403A77" w:rsidRDefault="00403A77">
      <w:pPr>
        <w:rPr>
          <w:b/>
          <w:bCs/>
          <w:sz w:val="24"/>
          <w:szCs w:val="24"/>
        </w:rPr>
      </w:pPr>
      <w:bookmarkStart w:id="0" w:name="_GoBack"/>
      <w:bookmarkEnd w:id="0"/>
    </w:p>
    <w:p w:rsidR="00403A77" w:rsidRDefault="00403A77">
      <w:pPr>
        <w:pStyle w:val="Heading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OFERTY </w:t>
      </w:r>
    </w:p>
    <w:p w:rsidR="00403A77" w:rsidRDefault="00403A77">
      <w:pPr>
        <w:rPr>
          <w:sz w:val="24"/>
          <w:szCs w:val="24"/>
        </w:rPr>
      </w:pPr>
    </w:p>
    <w:p w:rsidR="00403A77" w:rsidRDefault="00403A77">
      <w:pPr>
        <w:pStyle w:val="Heading1"/>
        <w:rPr>
          <w:rFonts w:ascii="Times New Roman" w:hAnsi="Times New Roman" w:cs="Times New Roman"/>
          <w:sz w:val="32"/>
          <w:szCs w:val="32"/>
        </w:rPr>
      </w:pPr>
    </w:p>
    <w:p w:rsidR="00403A77" w:rsidRPr="0056325B" w:rsidRDefault="00403A77" w:rsidP="0056325B">
      <w:pPr>
        <w:jc w:val="center"/>
        <w:rPr>
          <w:b/>
          <w:bCs/>
          <w:sz w:val="32"/>
          <w:szCs w:val="32"/>
        </w:rPr>
      </w:pPr>
      <w:r w:rsidRPr="0056325B">
        <w:rPr>
          <w:b/>
          <w:bCs/>
          <w:sz w:val="32"/>
          <w:szCs w:val="32"/>
        </w:rPr>
        <w:t xml:space="preserve">oferta na zakup </w:t>
      </w:r>
      <w:r>
        <w:rPr>
          <w:b/>
          <w:bCs/>
          <w:sz w:val="32"/>
          <w:szCs w:val="32"/>
        </w:rPr>
        <w:t>samochodu osobowego Skoda Superb</w:t>
      </w:r>
    </w:p>
    <w:p w:rsidR="00403A77" w:rsidRDefault="00403A7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403A77" w:rsidRDefault="00403A77">
      <w:pPr>
        <w:rPr>
          <w:b/>
          <w:bCs/>
          <w:sz w:val="24"/>
          <w:szCs w:val="24"/>
        </w:rPr>
      </w:pPr>
    </w:p>
    <w:p w:rsidR="00403A77" w:rsidRDefault="00403A77">
      <w:pPr>
        <w:pStyle w:val="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:rsidR="00403A77" w:rsidRDefault="00403A7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403A77" w:rsidRDefault="00403A7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403A77" w:rsidRDefault="00403A77">
      <w:pPr>
        <w:pStyle w:val="BodyTex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:rsidR="00403A77" w:rsidRDefault="00403A7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/(nazwa i adres składającego ofertę)</w:t>
      </w:r>
    </w:p>
    <w:p w:rsidR="00403A77" w:rsidRDefault="00403A77">
      <w:pPr>
        <w:jc w:val="center"/>
        <w:rPr>
          <w:b/>
          <w:bCs/>
          <w:sz w:val="24"/>
          <w:szCs w:val="24"/>
        </w:rPr>
      </w:pPr>
    </w:p>
    <w:p w:rsidR="00403A77" w:rsidRDefault="00403A77">
      <w:pPr>
        <w:jc w:val="center"/>
        <w:rPr>
          <w:b/>
          <w:bCs/>
          <w:sz w:val="24"/>
          <w:szCs w:val="24"/>
        </w:rPr>
      </w:pPr>
    </w:p>
    <w:p w:rsidR="00403A77" w:rsidRDefault="00403A7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numer kierunkowy </w:t>
      </w:r>
      <w:r>
        <w:rPr>
          <w:sz w:val="24"/>
          <w:szCs w:val="24"/>
        </w:rPr>
        <w:t xml:space="preserve">............................. </w:t>
      </w:r>
      <w:r>
        <w:rPr>
          <w:b/>
          <w:bCs/>
          <w:sz w:val="24"/>
          <w:szCs w:val="24"/>
        </w:rPr>
        <w:t xml:space="preserve">numertelefonu </w:t>
      </w:r>
      <w:r>
        <w:rPr>
          <w:sz w:val="24"/>
          <w:szCs w:val="24"/>
        </w:rPr>
        <w:t>.......................................................................</w:t>
      </w:r>
    </w:p>
    <w:p w:rsidR="00403A77" w:rsidRDefault="00403A77">
      <w:pPr>
        <w:rPr>
          <w:sz w:val="24"/>
          <w:szCs w:val="24"/>
        </w:rPr>
      </w:pPr>
    </w:p>
    <w:p w:rsidR="00403A77" w:rsidRPr="0056325B" w:rsidRDefault="00403A77" w:rsidP="0056325B">
      <w:pPr>
        <w:jc w:val="both"/>
        <w:rPr>
          <w:b/>
          <w:bCs/>
          <w:sz w:val="24"/>
          <w:szCs w:val="24"/>
        </w:rPr>
      </w:pPr>
      <w:r w:rsidRPr="0056325B">
        <w:rPr>
          <w:sz w:val="24"/>
          <w:szCs w:val="24"/>
        </w:rPr>
        <w:t xml:space="preserve">oświadczam, że uzyskałem konieczne informacje do przygotowania oferty i jestem gotowy zapłacić za </w:t>
      </w:r>
      <w:r>
        <w:rPr>
          <w:b/>
          <w:bCs/>
          <w:sz w:val="24"/>
          <w:szCs w:val="24"/>
        </w:rPr>
        <w:t>samochód osobowy Skoda S</w:t>
      </w:r>
      <w:r w:rsidRPr="00C343F4">
        <w:rPr>
          <w:b/>
          <w:bCs/>
          <w:sz w:val="24"/>
          <w:szCs w:val="24"/>
        </w:rPr>
        <w:t>uperb</w:t>
      </w:r>
    </w:p>
    <w:p w:rsidR="00403A77" w:rsidRDefault="00403A77">
      <w:pPr>
        <w:rPr>
          <w:sz w:val="22"/>
          <w:szCs w:val="22"/>
        </w:rPr>
      </w:pPr>
    </w:p>
    <w:p w:rsidR="00403A77" w:rsidRDefault="00403A77">
      <w:pPr>
        <w:jc w:val="both"/>
        <w:rPr>
          <w:sz w:val="22"/>
          <w:szCs w:val="22"/>
        </w:rPr>
      </w:pPr>
    </w:p>
    <w:p w:rsidR="00403A77" w:rsidRDefault="00403A77">
      <w:pPr>
        <w:rPr>
          <w:b/>
          <w:bCs/>
          <w:sz w:val="24"/>
          <w:szCs w:val="24"/>
        </w:rPr>
      </w:pPr>
    </w:p>
    <w:p w:rsidR="00403A77" w:rsidRDefault="00403A7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CENA OFERTY: </w:t>
      </w:r>
      <w:r>
        <w:rPr>
          <w:sz w:val="24"/>
          <w:szCs w:val="24"/>
        </w:rPr>
        <w:t>......................................... zł netto(słownie: ..........................................................</w:t>
      </w:r>
    </w:p>
    <w:p w:rsidR="00403A77" w:rsidRDefault="00403A77">
      <w:pPr>
        <w:rPr>
          <w:sz w:val="24"/>
          <w:szCs w:val="24"/>
        </w:rPr>
      </w:pPr>
    </w:p>
    <w:p w:rsidR="00403A77" w:rsidRDefault="00403A77">
      <w:pPr>
        <w:rPr>
          <w:sz w:val="22"/>
          <w:szCs w:val="22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.................................................................................................................................................................)</w:t>
      </w:r>
    </w:p>
    <w:p w:rsidR="00403A77" w:rsidRDefault="00403A77">
      <w:pPr>
        <w:jc w:val="both"/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...........................................................................................................................    </w:t>
      </w:r>
    </w:p>
    <w:p w:rsidR="00403A77" w:rsidRDefault="00403A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/podpis osoby składającej ofertę/</w:t>
      </w:r>
    </w:p>
    <w:p w:rsidR="00403A77" w:rsidRDefault="00403A77">
      <w:pPr>
        <w:ind w:left="9204" w:firstLine="708"/>
        <w:rPr>
          <w:rFonts w:ascii="Arial" w:hAnsi="Arial" w:cs="Arial"/>
          <w:sz w:val="28"/>
          <w:szCs w:val="28"/>
        </w:rPr>
      </w:pPr>
    </w:p>
    <w:sectPr w:rsidR="00403A77" w:rsidSect="006E61FA">
      <w:pgSz w:w="11907" w:h="16840" w:code="9"/>
      <w:pgMar w:top="1418" w:right="992" w:bottom="1418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59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7CA44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40E"/>
    <w:rsid w:val="00111048"/>
    <w:rsid w:val="001D1830"/>
    <w:rsid w:val="002C4593"/>
    <w:rsid w:val="00403A77"/>
    <w:rsid w:val="0045362A"/>
    <w:rsid w:val="005613F0"/>
    <w:rsid w:val="0056325B"/>
    <w:rsid w:val="00654A67"/>
    <w:rsid w:val="006A4203"/>
    <w:rsid w:val="006E61FA"/>
    <w:rsid w:val="00751AB2"/>
    <w:rsid w:val="009F6E0B"/>
    <w:rsid w:val="00A15393"/>
    <w:rsid w:val="00AE550F"/>
    <w:rsid w:val="00BB788C"/>
    <w:rsid w:val="00BC4FDD"/>
    <w:rsid w:val="00C343F4"/>
    <w:rsid w:val="00CD40DB"/>
    <w:rsid w:val="00E40146"/>
    <w:rsid w:val="00E9740E"/>
    <w:rsid w:val="00FE4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F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61FA"/>
    <w:pPr>
      <w:keepNext/>
      <w:outlineLvl w:val="0"/>
    </w:pPr>
    <w:rPr>
      <w:rFonts w:ascii="Arial" w:hAnsi="Arial" w:cs="Arial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61FA"/>
    <w:pPr>
      <w:keepNext/>
      <w:outlineLvl w:val="1"/>
    </w:pPr>
    <w:rPr>
      <w:rFonts w:ascii="Arial" w:hAnsi="Arial" w:cs="Arial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61FA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61FA"/>
    <w:pPr>
      <w:keepNext/>
      <w:widowControl w:val="0"/>
      <w:jc w:val="right"/>
      <w:outlineLvl w:val="3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45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45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145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450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E61FA"/>
    <w:pPr>
      <w:widowControl w:val="0"/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1450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E61FA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1450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E61FA"/>
    <w:pPr>
      <w:jc w:val="both"/>
    </w:pPr>
    <w:rPr>
      <w:rFonts w:ascii="Arial" w:hAnsi="Arial" w:cs="Arial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45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210</Words>
  <Characters>1261</Characters>
  <Application>Microsoft Office Outlook</Application>
  <DocSecurity>0</DocSecurity>
  <Lines>0</Lines>
  <Paragraphs>0</Paragraphs>
  <ScaleCrop>false</ScaleCrop>
  <Company>PKP SKM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SKMMU</dc:creator>
  <cp:keywords/>
  <dc:description/>
  <cp:lastModifiedBy>pwojtkiewicz</cp:lastModifiedBy>
  <cp:revision>2</cp:revision>
  <cp:lastPrinted>2003-06-04T11:36:00Z</cp:lastPrinted>
  <dcterms:created xsi:type="dcterms:W3CDTF">2016-03-31T07:15:00Z</dcterms:created>
  <dcterms:modified xsi:type="dcterms:W3CDTF">2016-03-31T07:15:00Z</dcterms:modified>
</cp:coreProperties>
</file>