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06" w:rsidRPr="00EC3B3D" w:rsidRDefault="002F0506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2F0506" w:rsidRPr="00682DD7" w:rsidRDefault="002F0506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2F0506" w:rsidRPr="00682DD7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3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2F0506" w:rsidRPr="00682DD7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 xml:space="preserve">Dz.U. UE S numer [], data [], strona [], </w:t>
      </w:r>
    </w:p>
    <w:p w:rsidR="002F0506" w:rsidRPr="00682DD7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Numer ogłoszenia w Dz.U. S: [ ][ ][ ][ ]/S [ ][ ][ ]–[ ][ ][ ][ ][ ][ ][ ]</w:t>
      </w:r>
    </w:p>
    <w:p w:rsidR="002F0506" w:rsidRPr="00682DD7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2F0506" w:rsidRPr="00682DD7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2F0506" w:rsidRPr="00682DD7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rPr>
          <w:trHeight w:val="349"/>
        </w:trPr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4"/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rPr>
          <w:trHeight w:val="349"/>
        </w:trPr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2F0506" w:rsidRPr="00682DD7">
        <w:trPr>
          <w:trHeight w:val="485"/>
        </w:trPr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2F0506" w:rsidRPr="00682DD7">
        <w:trPr>
          <w:trHeight w:val="484"/>
        </w:trPr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>
              <w:rPr>
                <w:rFonts w:ascii="Arial" w:hAnsi="Arial" w:cs="Arial"/>
                <w:sz w:val="20"/>
                <w:szCs w:val="20"/>
              </w:rPr>
              <w:t xml:space="preserve"> Dostawa napędów  i układów sterowania drzwi wejściowych automatycznych ze wsparciem technicznym do EN57 oraz EN71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2F0506" w:rsidRPr="00682DD7">
        <w:trPr>
          <w:trHeight w:val="484"/>
        </w:trPr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>
              <w:rPr>
                <w:rFonts w:ascii="Arial" w:hAnsi="Arial" w:cs="Arial"/>
                <w:sz w:val="20"/>
                <w:szCs w:val="20"/>
              </w:rPr>
              <w:t>SKMMS.ZP.N.50.16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 ]</w:t>
            </w:r>
          </w:p>
        </w:tc>
      </w:tr>
    </w:tbl>
    <w:p w:rsidR="002F0506" w:rsidRPr="00682DD7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2F0506" w:rsidRPr="00682DD7" w:rsidRDefault="002F0506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F0506" w:rsidRPr="00682DD7">
        <w:trPr>
          <w:trHeight w:val="1372"/>
        </w:trPr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rPr>
          <w:trHeight w:val="2002"/>
        </w:trPr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8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  <w:u w:val="single"/>
              </w:rPr>
              <w:footnoteReference w:id="9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2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F0506" w:rsidRPr="00682DD7">
        <w:tc>
          <w:tcPr>
            <w:tcW w:w="9289" w:type="dxa"/>
            <w:gridSpan w:val="2"/>
            <w:shd w:val="clear" w:color="auto" w:fill="BFBFBF"/>
          </w:tcPr>
          <w:p w:rsidR="002F0506" w:rsidRPr="00682DD7" w:rsidRDefault="002F050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2F0506" w:rsidRPr="00682DD7" w:rsidRDefault="002F0506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2F0506" w:rsidRPr="00682DD7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bCs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bCs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FootnoteReference"/>
          <w:rFonts w:ascii="Arial" w:hAnsi="Arial" w:cs="Arial"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.</w:t>
      </w:r>
    </w:p>
    <w:p w:rsidR="002F0506" w:rsidRPr="00EC3B3D" w:rsidRDefault="002F0506" w:rsidP="00E5206D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2F0506" w:rsidRPr="00682DD7" w:rsidRDefault="002F0506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2F0506" w:rsidRPr="00682DD7" w:rsidRDefault="002F0506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2F0506" w:rsidRPr="00682DD7" w:rsidRDefault="002F0506">
      <w:pPr>
        <w:spacing w:before="0"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2F0506" w:rsidRPr="00682DD7" w:rsidRDefault="002F0506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2F0506" w:rsidRPr="00682DD7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2F0506" w:rsidRPr="00682DD7" w:rsidRDefault="002F0506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2F0506" w:rsidRPr="00682DD7" w:rsidRDefault="002F0506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5"/>
      </w:r>
      <w:r w:rsidRPr="00682DD7">
        <w:rPr>
          <w:rFonts w:ascii="Arial" w:hAnsi="Arial" w:cs="Arial"/>
          <w:sz w:val="20"/>
          <w:szCs w:val="20"/>
        </w:rPr>
        <w:t>;</w:t>
      </w:r>
    </w:p>
    <w:p w:rsidR="002F0506" w:rsidRPr="00682DD7" w:rsidRDefault="002F0506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2F0506" w:rsidRPr="00682DD7" w:rsidRDefault="002F0506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2F0506" w:rsidRPr="00682DD7" w:rsidRDefault="002F0506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8"/>
      </w:r>
    </w:p>
    <w:p w:rsidR="002F0506" w:rsidRPr="00682DD7" w:rsidRDefault="002F0506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9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4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2322"/>
        <w:gridCol w:w="2323"/>
      </w:tblGrid>
      <w:tr w:rsidR="002F0506" w:rsidRPr="00682DD7">
        <w:tc>
          <w:tcPr>
            <w:tcW w:w="4644" w:type="dxa"/>
          </w:tcPr>
          <w:p w:rsidR="002F0506" w:rsidRPr="00330C13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2F0506" w:rsidRPr="00330C13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F0506" w:rsidRPr="00682DD7">
        <w:trPr>
          <w:trHeight w:val="470"/>
        </w:trPr>
        <w:tc>
          <w:tcPr>
            <w:tcW w:w="4644" w:type="dxa"/>
            <w:vMerge w:val="restart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2F0506" w:rsidRPr="00682DD7" w:rsidRDefault="002F0506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2F0506" w:rsidRPr="00682DD7" w:rsidRDefault="002F0506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2F0506" w:rsidRPr="00682DD7" w:rsidRDefault="002F0506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2F0506" w:rsidRPr="00682DD7" w:rsidRDefault="002F0506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2F0506" w:rsidRPr="00682DD7" w:rsidRDefault="002F0506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2F0506" w:rsidRPr="00682DD7">
        <w:trPr>
          <w:trHeight w:val="1977"/>
        </w:trPr>
        <w:tc>
          <w:tcPr>
            <w:tcW w:w="4644" w:type="dxa"/>
            <w:vMerge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F0506" w:rsidRPr="00682DD7" w:rsidRDefault="002F0506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F0506" w:rsidRPr="00682DD7" w:rsidRDefault="002F0506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F0506" w:rsidRDefault="002F0506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F0506" w:rsidRDefault="002F0506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2F0506" w:rsidRPr="00682DD7" w:rsidRDefault="002F0506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F0506" w:rsidRPr="00682DD7" w:rsidRDefault="002F0506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F0506" w:rsidRPr="00682DD7" w:rsidRDefault="002F0506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F0506" w:rsidRPr="00682DD7" w:rsidRDefault="002F0506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F0506" w:rsidRDefault="002F0506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F0506" w:rsidRPr="00682DD7" w:rsidRDefault="002F0506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112466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2F0506" w:rsidRPr="00112466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5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6"/>
      </w:r>
    </w:p>
    <w:p w:rsidR="002F0506" w:rsidRPr="00D1354E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D1354E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2F0506" w:rsidRPr="00D1354E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rPr>
          <w:trHeight w:val="406"/>
        </w:trPr>
        <w:tc>
          <w:tcPr>
            <w:tcW w:w="4644" w:type="dxa"/>
            <w:vMerge w:val="restart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F0506" w:rsidRPr="00682DD7">
        <w:trPr>
          <w:trHeight w:val="405"/>
        </w:trPr>
        <w:tc>
          <w:tcPr>
            <w:tcW w:w="4644" w:type="dxa"/>
            <w:vMerge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Normal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:rsidR="002F0506" w:rsidRPr="00682DD7" w:rsidRDefault="002F0506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2F0506" w:rsidRPr="00682DD7" w:rsidRDefault="002F0506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F0506" w:rsidRPr="00D1354E" w:rsidRDefault="002F0506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F0506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F0506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F0506" w:rsidRPr="00682DD7" w:rsidRDefault="002F0506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F0506" w:rsidRDefault="002F0506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F0506" w:rsidRPr="00682DD7" w:rsidRDefault="002F0506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2F0506" w:rsidRPr="00D1354E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F0506" w:rsidRPr="00682DD7">
        <w:trPr>
          <w:trHeight w:val="303"/>
        </w:trPr>
        <w:tc>
          <w:tcPr>
            <w:tcW w:w="4644" w:type="dxa"/>
            <w:vMerge w:val="restart"/>
          </w:tcPr>
          <w:p w:rsidR="002F0506" w:rsidRPr="00682DD7" w:rsidRDefault="002F0506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2F0506" w:rsidRPr="00682DD7">
        <w:trPr>
          <w:trHeight w:val="303"/>
        </w:trPr>
        <w:tc>
          <w:tcPr>
            <w:tcW w:w="4644" w:type="dxa"/>
            <w:vMerge/>
          </w:tcPr>
          <w:p w:rsidR="002F0506" w:rsidRPr="00682DD7" w:rsidRDefault="002F0506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F0506" w:rsidRPr="00682DD7">
        <w:trPr>
          <w:trHeight w:val="515"/>
        </w:trPr>
        <w:tc>
          <w:tcPr>
            <w:tcW w:w="4644" w:type="dxa"/>
            <w:vMerge w:val="restart"/>
          </w:tcPr>
          <w:p w:rsidR="002F0506" w:rsidRPr="00682DD7" w:rsidRDefault="002F0506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F0506" w:rsidRPr="00682DD7">
        <w:trPr>
          <w:trHeight w:val="514"/>
        </w:trPr>
        <w:tc>
          <w:tcPr>
            <w:tcW w:w="4644" w:type="dxa"/>
            <w:vMerge/>
          </w:tcPr>
          <w:p w:rsidR="002F0506" w:rsidRPr="00682DD7" w:rsidRDefault="002F0506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F0506" w:rsidRPr="00682DD7">
        <w:trPr>
          <w:trHeight w:val="1316"/>
        </w:trPr>
        <w:tc>
          <w:tcPr>
            <w:tcW w:w="4644" w:type="dxa"/>
          </w:tcPr>
          <w:p w:rsidR="002F0506" w:rsidRPr="00682DD7" w:rsidRDefault="002F0506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31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F0506" w:rsidRPr="00682DD7">
        <w:trPr>
          <w:trHeight w:val="1544"/>
        </w:trPr>
        <w:tc>
          <w:tcPr>
            <w:tcW w:w="4644" w:type="dxa"/>
          </w:tcPr>
          <w:p w:rsidR="002F0506" w:rsidRPr="00682DD7" w:rsidRDefault="002F0506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F0506" w:rsidRPr="00682DD7">
        <w:trPr>
          <w:trHeight w:val="932"/>
        </w:trPr>
        <w:tc>
          <w:tcPr>
            <w:tcW w:w="4644" w:type="dxa"/>
            <w:vMerge w:val="restart"/>
          </w:tcPr>
          <w:p w:rsidR="002F0506" w:rsidRPr="00682DD7" w:rsidRDefault="002F0506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F0506" w:rsidRPr="00682DD7">
        <w:trPr>
          <w:trHeight w:val="931"/>
        </w:trPr>
        <w:tc>
          <w:tcPr>
            <w:tcW w:w="4644" w:type="dxa"/>
            <w:vMerge/>
          </w:tcPr>
          <w:p w:rsidR="002F0506" w:rsidRPr="00682DD7" w:rsidRDefault="002F0506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6177D1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2F0506" w:rsidRPr="006177D1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2F0506" w:rsidRDefault="002F0506" w:rsidP="00EC3B3D">
      <w:r>
        <w:br w:type="page"/>
      </w:r>
    </w:p>
    <w:p w:rsidR="002F0506" w:rsidRPr="00682DD7" w:rsidRDefault="002F0506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2F0506" w:rsidRPr="00EC3B3D" w:rsidRDefault="002F0506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bCs w:val="0"/>
          <w:sz w:val="20"/>
          <w:szCs w:val="20"/>
        </w:rPr>
        <w:t>: Ogólne oświadczenie dotyczące wszystkich kryteriów kwalifikacji</w:t>
      </w:r>
    </w:p>
    <w:p w:rsidR="002F0506" w:rsidRPr="0019732B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7"/>
      </w:tblGrid>
      <w:tr w:rsidR="002F0506" w:rsidRPr="00682DD7">
        <w:tc>
          <w:tcPr>
            <w:tcW w:w="4606" w:type="dxa"/>
          </w:tcPr>
          <w:p w:rsidR="002F0506" w:rsidRPr="0019732B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2F0506" w:rsidRPr="0019732B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2F0506" w:rsidRPr="00682DD7">
        <w:tc>
          <w:tcPr>
            <w:tcW w:w="4606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2F0506" w:rsidRPr="0019732B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19732B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:rsidR="002F0506" w:rsidRPr="0019732B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2F0506" w:rsidRPr="0019732B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19732B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2F0506" w:rsidRPr="0019732B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F0506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wskaźników finansowych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2F0506" w:rsidRPr="00C52B99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C52B99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2F0506" w:rsidRPr="00C52B99" w:rsidRDefault="002F050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2F0506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506" w:rsidRPr="00682DD7" w:rsidRDefault="002F0506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506" w:rsidRPr="00682DD7" w:rsidRDefault="002F0506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506" w:rsidRPr="00682DD7" w:rsidRDefault="002F0506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506" w:rsidRPr="00682DD7" w:rsidRDefault="002F0506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2F0506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506" w:rsidRPr="00682DD7" w:rsidRDefault="002F0506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506" w:rsidRPr="00682DD7" w:rsidRDefault="002F0506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506" w:rsidRPr="00682DD7" w:rsidRDefault="002F0506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506" w:rsidRPr="00682DD7" w:rsidRDefault="002F0506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4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F0506" w:rsidRPr="00EC3B3D" w:rsidRDefault="002F0506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2F0506" w:rsidRPr="00E650C1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E650C1" w:rsidRDefault="002F0506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2F0506" w:rsidRPr="00E650C1" w:rsidRDefault="002F0506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F0506" w:rsidRPr="00E650C1" w:rsidRDefault="002F0506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F0506" w:rsidRDefault="002F0506" w:rsidP="003B6373">
      <w:r>
        <w:br w:type="page"/>
      </w:r>
    </w:p>
    <w:p w:rsidR="002F0506" w:rsidRPr="00682DD7" w:rsidRDefault="002F0506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2F0506" w:rsidRPr="000342FD" w:rsidRDefault="002F050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2F0506" w:rsidRPr="00682DD7" w:rsidRDefault="002F0506" w:rsidP="00E5206D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2F0506" w:rsidRPr="00682DD7">
        <w:tc>
          <w:tcPr>
            <w:tcW w:w="4644" w:type="dxa"/>
          </w:tcPr>
          <w:p w:rsidR="002F0506" w:rsidRPr="000342FD" w:rsidRDefault="002F0506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2F0506" w:rsidRPr="000342FD" w:rsidRDefault="002F0506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2F0506" w:rsidRPr="00682DD7">
        <w:tc>
          <w:tcPr>
            <w:tcW w:w="4644" w:type="dxa"/>
          </w:tcPr>
          <w:p w:rsidR="002F0506" w:rsidRPr="00682DD7" w:rsidRDefault="002F0506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5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2F0506" w:rsidRPr="00682DD7" w:rsidRDefault="002F0506" w:rsidP="007C7179">
            <w:pPr>
              <w:jc w:val="left"/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6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7"/>
            </w:r>
          </w:p>
        </w:tc>
      </w:tr>
    </w:tbl>
    <w:p w:rsidR="002F0506" w:rsidRPr="00682DD7" w:rsidRDefault="002F0506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2F0506" w:rsidRPr="00682DD7" w:rsidRDefault="002F0506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F0506" w:rsidRPr="00682DD7" w:rsidRDefault="002F0506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F0506" w:rsidRPr="00682DD7" w:rsidRDefault="002F0506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2F0506" w:rsidRPr="00682DD7" w:rsidRDefault="002F0506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9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2F0506" w:rsidRPr="00682DD7" w:rsidRDefault="002F0506" w:rsidP="00E5206D">
      <w:pPr>
        <w:rPr>
          <w:rFonts w:ascii="Arial" w:hAnsi="Arial" w:cs="Arial"/>
          <w:i/>
          <w:iCs/>
          <w:vanish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iCs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2F0506" w:rsidRPr="00682DD7" w:rsidRDefault="002F0506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2F0506" w:rsidRPr="00682DD7" w:rsidRDefault="002F0506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2F0506" w:rsidRPr="00682DD7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506" w:rsidRDefault="002F0506" w:rsidP="00E5206D">
      <w:pPr>
        <w:spacing w:before="0" w:after="0"/>
      </w:pPr>
      <w:r>
        <w:separator/>
      </w:r>
    </w:p>
  </w:endnote>
  <w:endnote w:type="continuationSeparator" w:id="1">
    <w:p w:rsidR="002F0506" w:rsidRDefault="002F050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506" w:rsidRPr="00933B0C" w:rsidRDefault="002F0506" w:rsidP="007C7179">
    <w:pPr>
      <w:pStyle w:val="Footer"/>
      <w:rPr>
        <w:rFonts w:ascii="Arial" w:hAnsi="Arial" w:cs="Arial"/>
        <w:b/>
        <w:bCs/>
        <w:sz w:val="20"/>
        <w:szCs w:val="20"/>
      </w:rPr>
    </w:pPr>
    <w:r w:rsidRPr="00C1485E">
      <w:rPr>
        <w:rFonts w:ascii="Arial" w:hAnsi="Arial" w:cs="Arial"/>
        <w:b/>
        <w:bCs/>
        <w:sz w:val="48"/>
        <w:szCs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506" w:rsidRDefault="002F0506" w:rsidP="00E5206D">
      <w:pPr>
        <w:spacing w:before="0" w:after="0"/>
      </w:pPr>
      <w:r>
        <w:separator/>
      </w:r>
    </w:p>
  </w:footnote>
  <w:footnote w:type="continuationSeparator" w:id="1">
    <w:p w:rsidR="002F0506" w:rsidRDefault="002F0506" w:rsidP="00E5206D">
      <w:pPr>
        <w:spacing w:before="0" w:after="0"/>
      </w:pPr>
      <w:r>
        <w:continuationSeparator/>
      </w:r>
    </w:p>
  </w:footnote>
  <w:footnote w:id="2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2F0506" w:rsidRDefault="002F0506" w:rsidP="00E5206D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2F0506" w:rsidRPr="003B6373" w:rsidRDefault="002F0506" w:rsidP="00E5206D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F0506" w:rsidRPr="003B6373" w:rsidRDefault="002F0506" w:rsidP="003E28B2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2F0506" w:rsidRPr="003B6373" w:rsidRDefault="002F0506" w:rsidP="003E28B2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2F0506" w:rsidRDefault="002F0506" w:rsidP="003E28B2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2F0506" w:rsidRDefault="002F0506" w:rsidP="00E41DF5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2F0506" w:rsidRDefault="002F0506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06D"/>
    <w:rsid w:val="00032275"/>
    <w:rsid w:val="000342FD"/>
    <w:rsid w:val="00047987"/>
    <w:rsid w:val="00085838"/>
    <w:rsid w:val="000D7F77"/>
    <w:rsid w:val="00112466"/>
    <w:rsid w:val="00173B27"/>
    <w:rsid w:val="0019732B"/>
    <w:rsid w:val="001A2923"/>
    <w:rsid w:val="00210782"/>
    <w:rsid w:val="0022356B"/>
    <w:rsid w:val="002E5708"/>
    <w:rsid w:val="002F0506"/>
    <w:rsid w:val="00330C13"/>
    <w:rsid w:val="00336121"/>
    <w:rsid w:val="00351B92"/>
    <w:rsid w:val="00354298"/>
    <w:rsid w:val="00394F71"/>
    <w:rsid w:val="003B6373"/>
    <w:rsid w:val="003C45A9"/>
    <w:rsid w:val="003E28B2"/>
    <w:rsid w:val="003F48B0"/>
    <w:rsid w:val="00445619"/>
    <w:rsid w:val="00497CD0"/>
    <w:rsid w:val="004C0827"/>
    <w:rsid w:val="00567D5C"/>
    <w:rsid w:val="005C17E9"/>
    <w:rsid w:val="005E128E"/>
    <w:rsid w:val="0061215F"/>
    <w:rsid w:val="006177D1"/>
    <w:rsid w:val="00682DD7"/>
    <w:rsid w:val="00730794"/>
    <w:rsid w:val="0073508A"/>
    <w:rsid w:val="00744D19"/>
    <w:rsid w:val="0077201A"/>
    <w:rsid w:val="007955B3"/>
    <w:rsid w:val="007C7179"/>
    <w:rsid w:val="008739C8"/>
    <w:rsid w:val="00893149"/>
    <w:rsid w:val="008D1820"/>
    <w:rsid w:val="008F4F74"/>
    <w:rsid w:val="00933B0C"/>
    <w:rsid w:val="00955E39"/>
    <w:rsid w:val="00993EC8"/>
    <w:rsid w:val="009B7CD4"/>
    <w:rsid w:val="009C3F40"/>
    <w:rsid w:val="00A20E0E"/>
    <w:rsid w:val="00A21C39"/>
    <w:rsid w:val="00AC7827"/>
    <w:rsid w:val="00B01567"/>
    <w:rsid w:val="00B90D97"/>
    <w:rsid w:val="00B92FF2"/>
    <w:rsid w:val="00B9391B"/>
    <w:rsid w:val="00BC1C3C"/>
    <w:rsid w:val="00BE2B9C"/>
    <w:rsid w:val="00BE2E25"/>
    <w:rsid w:val="00C1485E"/>
    <w:rsid w:val="00C52B99"/>
    <w:rsid w:val="00D1354E"/>
    <w:rsid w:val="00D2775B"/>
    <w:rsid w:val="00DD0214"/>
    <w:rsid w:val="00E41DF5"/>
    <w:rsid w:val="00E5206D"/>
    <w:rsid w:val="00E650C1"/>
    <w:rsid w:val="00EC3B3D"/>
    <w:rsid w:val="00EF5EED"/>
    <w:rsid w:val="00F17001"/>
    <w:rsid w:val="00F6446C"/>
    <w:rsid w:val="00F93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5206D"/>
    <w:rPr>
      <w:rFonts w:ascii="Calibri Light" w:hAnsi="Calibri Light" w:cs="Calibri Light"/>
      <w:color w:val="2E74B5"/>
      <w:sz w:val="32"/>
      <w:szCs w:val="32"/>
      <w:lang w:eastAsia="en-GB"/>
    </w:rPr>
  </w:style>
  <w:style w:type="paragraph" w:customStyle="1" w:styleId="NormalBold">
    <w:name w:val="NormalBold"/>
    <w:basedOn w:val="Normal"/>
    <w:link w:val="NormalBoldChar"/>
    <w:uiPriority w:val="99"/>
    <w:rsid w:val="00E5206D"/>
    <w:pPr>
      <w:widowControl w:val="0"/>
      <w:spacing w:before="0" w:after="0"/>
      <w:jc w:val="left"/>
    </w:pPr>
    <w:rPr>
      <w:b/>
      <w:bCs/>
    </w:rPr>
  </w:style>
  <w:style w:type="character" w:customStyle="1" w:styleId="NormalBoldChar">
    <w:name w:val="NormalBold Char"/>
    <w:link w:val="NormalBold"/>
    <w:uiPriority w:val="99"/>
    <w:locked/>
    <w:rsid w:val="00E5206D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06D"/>
    <w:rPr>
      <w:b/>
      <w:bCs/>
      <w:i/>
      <w:iCs/>
      <w:spacing w:val="0"/>
    </w:rPr>
  </w:style>
  <w:style w:type="paragraph" w:styleId="Footer">
    <w:name w:val="footer"/>
    <w:basedOn w:val="Normal"/>
    <w:link w:val="FooterChar"/>
    <w:uiPriority w:val="99"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5206D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E5206D"/>
    <w:pPr>
      <w:ind w:left="850"/>
    </w:pPr>
  </w:style>
  <w:style w:type="paragraph" w:customStyle="1" w:styleId="NormalLeft">
    <w:name w:val="Normal Left"/>
    <w:basedOn w:val="Normal"/>
    <w:uiPriority w:val="99"/>
    <w:rsid w:val="00E5206D"/>
    <w:pPr>
      <w:jc w:val="left"/>
    </w:pPr>
  </w:style>
  <w:style w:type="paragraph" w:customStyle="1" w:styleId="Tiret0">
    <w:name w:val="Tiret 0"/>
    <w:basedOn w:val="Normal"/>
    <w:uiPriority w:val="99"/>
    <w:rsid w:val="00E5206D"/>
    <w:pPr>
      <w:numPr>
        <w:numId w:val="1"/>
      </w:numPr>
    </w:pPr>
  </w:style>
  <w:style w:type="paragraph" w:customStyle="1" w:styleId="Tiret1">
    <w:name w:val="Tiret 1"/>
    <w:basedOn w:val="Normal"/>
    <w:uiPriority w:val="99"/>
    <w:rsid w:val="00E5206D"/>
    <w:pPr>
      <w:numPr>
        <w:numId w:val="2"/>
      </w:numPr>
    </w:pPr>
  </w:style>
  <w:style w:type="paragraph" w:customStyle="1" w:styleId="NumPar1">
    <w:name w:val="NumPar 1"/>
    <w:basedOn w:val="Normal"/>
    <w:next w:val="Text1"/>
    <w:uiPriority w:val="99"/>
    <w:rsid w:val="00E5206D"/>
    <w:pPr>
      <w:numPr>
        <w:numId w:val="5"/>
      </w:numPr>
    </w:pPr>
  </w:style>
  <w:style w:type="paragraph" w:customStyle="1" w:styleId="NumPar2">
    <w:name w:val="NumPar 2"/>
    <w:basedOn w:val="Normal"/>
    <w:next w:val="Text1"/>
    <w:uiPriority w:val="99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"/>
    <w:next w:val="Text1"/>
    <w:uiPriority w:val="99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"/>
    <w:next w:val="Text1"/>
    <w:uiPriority w:val="99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"/>
    <w:next w:val="Normal"/>
    <w:uiPriority w:val="99"/>
    <w:rsid w:val="00E5206D"/>
    <w:pPr>
      <w:keepNext/>
      <w:spacing w:after="36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uiPriority w:val="99"/>
    <w:rsid w:val="00E5206D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Annexetitre">
    <w:name w:val="Annexe titre"/>
    <w:basedOn w:val="Normal"/>
    <w:next w:val="Normal"/>
    <w:uiPriority w:val="99"/>
    <w:rsid w:val="00E5206D"/>
    <w:pPr>
      <w:jc w:val="center"/>
    </w:pPr>
    <w:rPr>
      <w:b/>
      <w:bCs/>
      <w:u w:val="single"/>
    </w:rPr>
  </w:style>
  <w:style w:type="paragraph" w:customStyle="1" w:styleId="Titrearticle">
    <w:name w:val="Titre article"/>
    <w:basedOn w:val="Normal"/>
    <w:next w:val="Normal"/>
    <w:uiPriority w:val="99"/>
    <w:rsid w:val="00E5206D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39C8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17</Pages>
  <Words>4487</Words>
  <Characters>26926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Kowalski Artur</dc:creator>
  <cp:keywords/>
  <dc:description/>
  <cp:lastModifiedBy>pwojtkiewicz</cp:lastModifiedBy>
  <cp:revision>8</cp:revision>
  <cp:lastPrinted>2016-11-17T09:35:00Z</cp:lastPrinted>
  <dcterms:created xsi:type="dcterms:W3CDTF">2016-09-30T10:28:00Z</dcterms:created>
  <dcterms:modified xsi:type="dcterms:W3CDTF">2016-11-17T09:35:00Z</dcterms:modified>
</cp:coreProperties>
</file>